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97" w:rsidRDefault="00ED3D97" w:rsidP="00CB0410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32"/>
          <w:szCs w:val="32"/>
        </w:rPr>
      </w:pPr>
    </w:p>
    <w:p w:rsidR="00ED3D97" w:rsidRPr="00F83F40" w:rsidRDefault="00ED3D97" w:rsidP="00CB0410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32"/>
          <w:szCs w:val="32"/>
        </w:rPr>
      </w:pPr>
      <w:r>
        <w:rPr>
          <w:rFonts w:ascii="Verdana" w:hAnsi="Verdana" w:cs="Verdana"/>
          <w:sz w:val="32"/>
          <w:szCs w:val="32"/>
        </w:rPr>
        <w:t xml:space="preserve">SCHEDA </w:t>
      </w:r>
      <w:r w:rsidRPr="00F83F40">
        <w:rPr>
          <w:rFonts w:ascii="Verdana" w:hAnsi="Verdana" w:cs="Verdana"/>
          <w:sz w:val="32"/>
          <w:szCs w:val="32"/>
        </w:rPr>
        <w:t xml:space="preserve">DI ADESIONE </w:t>
      </w:r>
    </w:p>
    <w:p w:rsidR="00ED3D97" w:rsidRPr="002F2881" w:rsidRDefault="00ED3D97" w:rsidP="002F2881">
      <w:pPr>
        <w:jc w:val="center"/>
        <w:rPr>
          <w:i/>
          <w:sz w:val="40"/>
          <w:szCs w:val="40"/>
          <w:u w:val="single"/>
        </w:rPr>
      </w:pPr>
      <w:bookmarkStart w:id="0" w:name="_GoBack"/>
      <w:bookmarkEnd w:id="0"/>
      <w:r w:rsidRPr="002F2881">
        <w:rPr>
          <w:b/>
          <w:i/>
          <w:sz w:val="40"/>
          <w:szCs w:val="40"/>
          <w:u w:val="single"/>
        </w:rPr>
        <w:t xml:space="preserve"> </w:t>
      </w:r>
      <w:r w:rsidRPr="00F83F40">
        <w:rPr>
          <w:b/>
          <w:i/>
          <w:sz w:val="40"/>
          <w:szCs w:val="40"/>
          <w:u w:val="single"/>
        </w:rPr>
        <w:t>Professional Day</w:t>
      </w:r>
      <w:r>
        <w:rPr>
          <w:b/>
          <w:i/>
          <w:sz w:val="40"/>
          <w:szCs w:val="40"/>
          <w:u w:val="single"/>
        </w:rPr>
        <w:t xml:space="preserve"> </w:t>
      </w:r>
    </w:p>
    <w:p w:rsidR="00ED3D97" w:rsidRDefault="00ED3D97" w:rsidP="00CB0410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Messina 4-5  Novembre  2015</w:t>
      </w:r>
    </w:p>
    <w:p w:rsidR="00ED3D97" w:rsidRPr="00E956F2" w:rsidRDefault="00ED3D97" w:rsidP="00CB0410">
      <w:pPr>
        <w:jc w:val="center"/>
        <w:rPr>
          <w:b/>
          <w:i/>
          <w:sz w:val="40"/>
          <w:szCs w:val="40"/>
        </w:rPr>
      </w:pPr>
      <w:r w:rsidRPr="00E956F2">
        <w:rPr>
          <w:b/>
          <w:i/>
          <w:sz w:val="40"/>
          <w:szCs w:val="40"/>
        </w:rPr>
        <w:t>Reggio Calabria  13  Novembre 2015</w:t>
      </w:r>
    </w:p>
    <w:p w:rsidR="00ED3D97" w:rsidRDefault="00ED3D97" w:rsidP="00AF1B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3D97" w:rsidRPr="00AF1B42" w:rsidRDefault="00ED3D97" w:rsidP="00DA30B0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Denominazione Impresa  </w:t>
      </w:r>
      <w:r w:rsidRPr="00AF1B42">
        <w:rPr>
          <w:rFonts w:ascii="Arial" w:hAnsi="Arial" w:cs="Arial"/>
          <w:bCs/>
          <w:sz w:val="20"/>
          <w:szCs w:val="20"/>
        </w:rPr>
        <w:t>………....................................................................................................................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</w:t>
      </w:r>
      <w:r w:rsidRPr="00AF1B42">
        <w:rPr>
          <w:rFonts w:ascii="Arial" w:hAnsi="Arial" w:cs="Arial"/>
          <w:bCs/>
          <w:sz w:val="20"/>
          <w:szCs w:val="20"/>
        </w:rPr>
        <w:t>.</w:t>
      </w:r>
    </w:p>
    <w:p w:rsidR="00ED3D97" w:rsidRPr="00AF1B42" w:rsidRDefault="00ED3D97" w:rsidP="00DA30B0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F1B42">
        <w:rPr>
          <w:rFonts w:ascii="Arial" w:hAnsi="Arial" w:cs="Arial"/>
          <w:bCs/>
          <w:sz w:val="20"/>
          <w:szCs w:val="20"/>
        </w:rPr>
        <w:t>Referente .........................................................................................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..........................…………</w:t>
      </w:r>
      <w:r w:rsidRPr="00AF1B42">
        <w:rPr>
          <w:rFonts w:ascii="Arial" w:hAnsi="Arial" w:cs="Arial"/>
          <w:bCs/>
          <w:sz w:val="20"/>
          <w:szCs w:val="20"/>
        </w:rPr>
        <w:t>………</w:t>
      </w:r>
      <w:r>
        <w:rPr>
          <w:rFonts w:ascii="Arial" w:hAnsi="Arial" w:cs="Arial"/>
          <w:bCs/>
          <w:sz w:val="20"/>
          <w:szCs w:val="20"/>
        </w:rPr>
        <w:t>…..</w:t>
      </w:r>
      <w:r w:rsidRPr="00AF1B42">
        <w:rPr>
          <w:rFonts w:ascii="Arial" w:hAnsi="Arial" w:cs="Arial"/>
          <w:bCs/>
          <w:sz w:val="20"/>
          <w:szCs w:val="20"/>
        </w:rPr>
        <w:t>…</w:t>
      </w:r>
      <w:r>
        <w:rPr>
          <w:rFonts w:ascii="Arial" w:hAnsi="Arial" w:cs="Arial"/>
          <w:bCs/>
          <w:sz w:val="20"/>
          <w:szCs w:val="20"/>
        </w:rPr>
        <w:t>……</w:t>
      </w:r>
    </w:p>
    <w:p w:rsidR="00ED3D97" w:rsidRPr="00AF1B42" w:rsidRDefault="00ED3D97" w:rsidP="00DA30B0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 ...........……</w:t>
      </w:r>
      <w:r w:rsidRPr="00AF1B42">
        <w:rPr>
          <w:rFonts w:ascii="Arial" w:hAnsi="Arial" w:cs="Arial"/>
          <w:bCs/>
          <w:sz w:val="20"/>
          <w:szCs w:val="20"/>
        </w:rPr>
        <w:t>...........Fax......................... E-mail .................................………………..............................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AF1B42">
        <w:rPr>
          <w:rFonts w:ascii="Arial" w:hAnsi="Arial" w:cs="Arial"/>
          <w:bCs/>
          <w:sz w:val="20"/>
          <w:szCs w:val="20"/>
        </w:rPr>
        <w:t>....</w:t>
      </w:r>
    </w:p>
    <w:p w:rsidR="00ED3D97" w:rsidRPr="00AF1B42" w:rsidRDefault="00ED3D97" w:rsidP="00DA30B0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F1B42">
        <w:rPr>
          <w:rFonts w:ascii="Arial" w:hAnsi="Arial" w:cs="Arial"/>
          <w:bCs/>
          <w:sz w:val="20"/>
          <w:szCs w:val="20"/>
        </w:rPr>
        <w:t>Indirizzo .....................................................................................................................………………………</w:t>
      </w:r>
      <w:r>
        <w:rPr>
          <w:rFonts w:ascii="Arial" w:hAnsi="Arial" w:cs="Arial"/>
          <w:bCs/>
          <w:sz w:val="20"/>
          <w:szCs w:val="20"/>
        </w:rPr>
        <w:t>…..</w:t>
      </w:r>
      <w:r w:rsidRPr="00AF1B42">
        <w:rPr>
          <w:rFonts w:ascii="Arial" w:hAnsi="Arial" w:cs="Arial"/>
          <w:bCs/>
          <w:sz w:val="20"/>
          <w:szCs w:val="20"/>
        </w:rPr>
        <w:t>…</w:t>
      </w:r>
    </w:p>
    <w:p w:rsidR="00ED3D97" w:rsidRDefault="00ED3D97" w:rsidP="00DA30B0">
      <w:pPr>
        <w:jc w:val="both"/>
        <w:rPr>
          <w:i/>
          <w:sz w:val="24"/>
          <w:szCs w:val="24"/>
        </w:rPr>
      </w:pPr>
      <w:r w:rsidRPr="00253FC9">
        <w:rPr>
          <w:i/>
          <w:sz w:val="24"/>
          <w:szCs w:val="24"/>
        </w:rPr>
        <w:t xml:space="preserve">chiede di partecipare </w:t>
      </w:r>
      <w:r>
        <w:rPr>
          <w:i/>
          <w:sz w:val="24"/>
          <w:szCs w:val="24"/>
        </w:rPr>
        <w:t xml:space="preserve">al </w:t>
      </w:r>
      <w:r w:rsidRPr="00F83F40">
        <w:rPr>
          <w:b/>
          <w:i/>
          <w:sz w:val="24"/>
          <w:szCs w:val="24"/>
        </w:rPr>
        <w:t>Professional Day</w:t>
      </w:r>
      <w:r w:rsidRPr="00253FC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realizzato nell’ambito della rassegna nazionale 10</w:t>
      </w:r>
      <w:r w:rsidRPr="00253FC9">
        <w:rPr>
          <w:i/>
          <w:sz w:val="24"/>
          <w:szCs w:val="24"/>
        </w:rPr>
        <w:t>° Salone dell'Orientamento 201</w:t>
      </w:r>
      <w:r>
        <w:rPr>
          <w:i/>
          <w:sz w:val="24"/>
          <w:szCs w:val="24"/>
        </w:rPr>
        <w:t xml:space="preserve">5 </w:t>
      </w:r>
    </w:p>
    <w:p w:rsidR="00ED3D97" w:rsidRDefault="00ED3D97" w:rsidP="00183CF4">
      <w:pPr>
        <w:jc w:val="both"/>
        <w:rPr>
          <w:i/>
          <w:sz w:val="36"/>
          <w:szCs w:val="36"/>
        </w:rPr>
      </w:pPr>
      <w:r>
        <w:rPr>
          <w:i/>
          <w:sz w:val="24"/>
          <w:szCs w:val="24"/>
        </w:rPr>
        <w:t xml:space="preserve">Messina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0</w:t>
      </w:r>
      <w:r w:rsidRPr="00183CF4">
        <w:rPr>
          <w:i/>
        </w:rPr>
        <w:t>4/11/2015</w:t>
      </w:r>
      <w:r>
        <w:rPr>
          <w:i/>
          <w:sz w:val="24"/>
          <w:szCs w:val="24"/>
        </w:rPr>
        <w:t xml:space="preserve"> </w:t>
      </w:r>
      <w:r w:rsidRPr="00183CF4">
        <w:rPr>
          <w:rFonts w:ascii="Arial" w:hAnsi="Arial" w:cs="Arial"/>
          <w:i/>
          <w:sz w:val="36"/>
          <w:szCs w:val="36"/>
        </w:rPr>
        <w:t>□</w:t>
      </w:r>
      <w:r>
        <w:rPr>
          <w:i/>
          <w:sz w:val="36"/>
          <w:szCs w:val="36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0</w:t>
      </w:r>
      <w:r>
        <w:rPr>
          <w:i/>
        </w:rPr>
        <w:t>5</w:t>
      </w:r>
      <w:r w:rsidRPr="00183CF4">
        <w:rPr>
          <w:i/>
        </w:rPr>
        <w:t>/11/2015</w:t>
      </w:r>
      <w:r>
        <w:rPr>
          <w:i/>
          <w:sz w:val="24"/>
          <w:szCs w:val="24"/>
        </w:rPr>
        <w:t xml:space="preserve"> </w:t>
      </w:r>
      <w:r w:rsidRPr="00183CF4">
        <w:rPr>
          <w:rFonts w:ascii="Arial" w:hAnsi="Arial" w:cs="Arial"/>
          <w:i/>
          <w:sz w:val="36"/>
          <w:szCs w:val="36"/>
        </w:rPr>
        <w:t>□</w:t>
      </w:r>
      <w:r>
        <w:rPr>
          <w:i/>
          <w:sz w:val="36"/>
          <w:szCs w:val="36"/>
        </w:rPr>
        <w:t xml:space="preserve"> </w:t>
      </w:r>
    </w:p>
    <w:p w:rsidR="00ED3D97" w:rsidRPr="00E956F2" w:rsidRDefault="00ED3D97" w:rsidP="00183CF4">
      <w:pPr>
        <w:jc w:val="both"/>
        <w:rPr>
          <w:i/>
          <w:sz w:val="36"/>
          <w:szCs w:val="36"/>
        </w:rPr>
      </w:pPr>
      <w:r w:rsidRPr="00E956F2">
        <w:rPr>
          <w:b/>
          <w:i/>
          <w:sz w:val="32"/>
          <w:szCs w:val="32"/>
        </w:rPr>
        <w:t xml:space="preserve">Reggio Calabria    13/11/2015 </w:t>
      </w:r>
      <w:r w:rsidRPr="00E956F2">
        <w:rPr>
          <w:rFonts w:ascii="Arial" w:hAnsi="Arial" w:cs="Arial"/>
          <w:b/>
          <w:i/>
          <w:sz w:val="32"/>
          <w:szCs w:val="32"/>
        </w:rPr>
        <w:t>□</w:t>
      </w:r>
    </w:p>
    <w:p w:rsidR="00ED3D97" w:rsidRDefault="00ED3D97" w:rsidP="007404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La partecipazione prevede</w:t>
      </w:r>
      <w:r>
        <w:t xml:space="preserve">, </w:t>
      </w:r>
      <w:r w:rsidRPr="007A431E">
        <w:rPr>
          <w:i/>
          <w:sz w:val="24"/>
          <w:szCs w:val="24"/>
        </w:rPr>
        <w:t>senza alcun onere a carico dell’azienda</w:t>
      </w:r>
      <w:r>
        <w:t xml:space="preserve"> la disponibilità di:</w:t>
      </w:r>
    </w:p>
    <w:p w:rsidR="00ED3D97" w:rsidRPr="00E956F2" w:rsidRDefault="00ED3D97" w:rsidP="00F83F40">
      <w:pPr>
        <w:pStyle w:val="ListParagraph"/>
        <w:numPr>
          <w:ilvl w:val="0"/>
          <w:numId w:val="4"/>
        </w:numPr>
        <w:jc w:val="both"/>
        <w:rPr>
          <w:i/>
          <w:sz w:val="24"/>
          <w:szCs w:val="24"/>
        </w:rPr>
      </w:pPr>
      <w:r>
        <w:t xml:space="preserve">Uno stand riservato all’Azienda </w:t>
      </w:r>
    </w:p>
    <w:p w:rsidR="00ED3D97" w:rsidRDefault="00ED3D97" w:rsidP="00F83F40">
      <w:pPr>
        <w:pStyle w:val="ListParagraph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Uno spazio dedicato ai colloqui di selezione </w:t>
      </w:r>
    </w:p>
    <w:p w:rsidR="00ED3D97" w:rsidRDefault="00ED3D97" w:rsidP="007A431E">
      <w:pPr>
        <w:pStyle w:val="ListParagraph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Pubblicazione di un Company profile  con breve descrizione dell’azienda, delle posizioni aperte  e delle modalità di inserimento </w:t>
      </w:r>
    </w:p>
    <w:p w:rsidR="00ED3D97" w:rsidRPr="00E956F2" w:rsidRDefault="00ED3D97" w:rsidP="007A431E">
      <w:pPr>
        <w:pStyle w:val="ListParagraph"/>
        <w:numPr>
          <w:ilvl w:val="0"/>
          <w:numId w:val="4"/>
        </w:numPr>
        <w:jc w:val="both"/>
        <w:rPr>
          <w:i/>
          <w:sz w:val="24"/>
          <w:szCs w:val="24"/>
        </w:rPr>
      </w:pPr>
      <w:r w:rsidRPr="00E956F2">
        <w:t xml:space="preserve">Dotazione Wi-fi </w:t>
      </w:r>
      <w:r>
        <w:t xml:space="preserve"> </w:t>
      </w:r>
    </w:p>
    <w:p w:rsidR="00ED3D97" w:rsidRPr="007A431E" w:rsidRDefault="00ED3D97" w:rsidP="007A431E">
      <w:pPr>
        <w:pStyle w:val="ListParagraph"/>
        <w:numPr>
          <w:ilvl w:val="0"/>
          <w:numId w:val="4"/>
        </w:numPr>
        <w:jc w:val="both"/>
        <w:rPr>
          <w:i/>
          <w:sz w:val="24"/>
          <w:szCs w:val="24"/>
        </w:rPr>
      </w:pPr>
      <w:r>
        <w:t xml:space="preserve">Frontalino  identificativo </w:t>
      </w:r>
    </w:p>
    <w:p w:rsidR="00ED3D97" w:rsidRDefault="00ED3D97" w:rsidP="004319C7">
      <w:pPr>
        <w:rPr>
          <w:i/>
        </w:rPr>
      </w:pPr>
      <w:r>
        <w:rPr>
          <w:i/>
        </w:rPr>
        <w:t xml:space="preserve">L’azienda  dovrà Indicare  l’intestazione ,  </w:t>
      </w:r>
      <w:r w:rsidRPr="0091315B">
        <w:rPr>
          <w:i/>
        </w:rPr>
        <w:t xml:space="preserve">Inviare  il </w:t>
      </w:r>
      <w:r>
        <w:rPr>
          <w:i/>
        </w:rPr>
        <w:t xml:space="preserve"> proprio </w:t>
      </w:r>
      <w:r w:rsidRPr="0091315B">
        <w:rPr>
          <w:i/>
        </w:rPr>
        <w:t xml:space="preserve">logo in formato vettoriale </w:t>
      </w:r>
      <w:r>
        <w:rPr>
          <w:i/>
        </w:rPr>
        <w:t xml:space="preserve"> e compilare  il format Company profile. </w:t>
      </w:r>
    </w:p>
    <w:p w:rsidR="00ED3D97" w:rsidRPr="007A431E" w:rsidRDefault="00ED3D97" w:rsidP="00253FC9">
      <w:pPr>
        <w:jc w:val="both"/>
        <w:rPr>
          <w:i/>
        </w:rPr>
      </w:pPr>
      <w:r>
        <w:t>L’azienda sarà inserita nei prodotti di comunicazione dedicati al Professional Day del Salone dell’Orientamento 10° Edizione,  quali brochure e locandine.</w:t>
      </w:r>
    </w:p>
    <w:p w:rsidR="00ED3D97" w:rsidRDefault="00ED3D97" w:rsidP="00DA30B0">
      <w:pPr>
        <w:tabs>
          <w:tab w:val="left" w:pos="6237"/>
          <w:tab w:val="left" w:pos="6804"/>
        </w:tabs>
        <w:spacing w:before="120" w:after="120" w:line="720" w:lineRule="auto"/>
        <w:rPr>
          <w:rFonts w:ascii="Arial" w:hAnsi="Arial" w:cs="Arial"/>
          <w:sz w:val="20"/>
          <w:szCs w:val="20"/>
        </w:rPr>
      </w:pPr>
    </w:p>
    <w:p w:rsidR="00ED3D97" w:rsidRDefault="00ED3D97" w:rsidP="00DA30B0">
      <w:pPr>
        <w:tabs>
          <w:tab w:val="left" w:pos="6237"/>
          <w:tab w:val="left" w:pos="6804"/>
        </w:tabs>
        <w:spacing w:before="120"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Timbro dell'Azienda e firma_______________________________</w:t>
      </w:r>
    </w:p>
    <w:sectPr w:rsidR="00ED3D97" w:rsidSect="000C313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D97" w:rsidRDefault="00ED3D97" w:rsidP="009B126E">
      <w:pPr>
        <w:spacing w:after="0" w:line="240" w:lineRule="auto"/>
      </w:pPr>
      <w:r>
        <w:separator/>
      </w:r>
    </w:p>
  </w:endnote>
  <w:endnote w:type="continuationSeparator" w:id="0">
    <w:p w:rsidR="00ED3D97" w:rsidRDefault="00ED3D97" w:rsidP="009B1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D97" w:rsidRPr="009B126E" w:rsidRDefault="00ED3D97" w:rsidP="009B126E">
    <w:pPr>
      <w:jc w:val="center"/>
      <w:rPr>
        <w:b/>
        <w:i/>
        <w:sz w:val="24"/>
        <w:szCs w:val="24"/>
      </w:rPr>
    </w:pPr>
    <w:r w:rsidRPr="009B126E">
      <w:rPr>
        <w:b/>
        <w:i/>
        <w:sz w:val="24"/>
        <w:szCs w:val="24"/>
      </w:rPr>
      <w:t xml:space="preserve">da inviare via email a </w:t>
    </w:r>
    <w:r>
      <w:rPr>
        <w:b/>
        <w:i/>
        <w:sz w:val="24"/>
        <w:szCs w:val="24"/>
      </w:rPr>
      <w:t>jobplacement@unirc.it</w:t>
    </w:r>
    <w:r w:rsidRPr="009B126E">
      <w:rPr>
        <w:b/>
        <w:i/>
        <w:color w:val="0070C0"/>
        <w:sz w:val="24"/>
        <w:szCs w:val="24"/>
      </w:rPr>
      <w:t>.</w:t>
    </w:r>
    <w:r w:rsidRPr="009B126E">
      <w:rPr>
        <w:b/>
        <w:i/>
        <w:sz w:val="24"/>
        <w:szCs w:val="24"/>
      </w:rPr>
      <w:t xml:space="preserve">  entro il 16/10/2015 </w:t>
    </w:r>
  </w:p>
  <w:p w:rsidR="00ED3D97" w:rsidRDefault="00ED3D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D97" w:rsidRDefault="00ED3D97" w:rsidP="009B126E">
      <w:pPr>
        <w:spacing w:after="0" w:line="240" w:lineRule="auto"/>
      </w:pPr>
      <w:r>
        <w:separator/>
      </w:r>
    </w:p>
  </w:footnote>
  <w:footnote w:type="continuationSeparator" w:id="0">
    <w:p w:rsidR="00ED3D97" w:rsidRDefault="00ED3D97" w:rsidP="009B1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D97" w:rsidRDefault="00ED3D97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19.25pt;height:61.5pt;visibility:visible">
          <v:imagedata r:id="rId1" o:title=""/>
        </v:shape>
      </w:pict>
    </w:r>
  </w:p>
  <w:p w:rsidR="00ED3D97" w:rsidRDefault="00ED3D97" w:rsidP="009B126E">
    <w:pPr>
      <w:pStyle w:val="Header"/>
      <w:tabs>
        <w:tab w:val="clear" w:pos="4819"/>
        <w:tab w:val="clear" w:pos="9638"/>
        <w:tab w:val="left" w:pos="62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E68"/>
    <w:multiLevelType w:val="hybridMultilevel"/>
    <w:tmpl w:val="9AF8B85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B67761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48E82CE7"/>
    <w:multiLevelType w:val="hybridMultilevel"/>
    <w:tmpl w:val="6840D1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FF7D31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B42"/>
    <w:rsid w:val="00010D3C"/>
    <w:rsid w:val="0001732B"/>
    <w:rsid w:val="000C313F"/>
    <w:rsid w:val="000C4AA0"/>
    <w:rsid w:val="001828DA"/>
    <w:rsid w:val="00183CF4"/>
    <w:rsid w:val="00237A41"/>
    <w:rsid w:val="00253FC9"/>
    <w:rsid w:val="002643E7"/>
    <w:rsid w:val="00276B6B"/>
    <w:rsid w:val="0029544A"/>
    <w:rsid w:val="002F16A3"/>
    <w:rsid w:val="002F2881"/>
    <w:rsid w:val="0033239A"/>
    <w:rsid w:val="00334ECE"/>
    <w:rsid w:val="00335FDA"/>
    <w:rsid w:val="00336425"/>
    <w:rsid w:val="00351E8D"/>
    <w:rsid w:val="00361C69"/>
    <w:rsid w:val="00393A05"/>
    <w:rsid w:val="004319C7"/>
    <w:rsid w:val="004B35CC"/>
    <w:rsid w:val="004D43CE"/>
    <w:rsid w:val="00524C5E"/>
    <w:rsid w:val="0074049C"/>
    <w:rsid w:val="007A431E"/>
    <w:rsid w:val="007C0432"/>
    <w:rsid w:val="0091315B"/>
    <w:rsid w:val="0096556D"/>
    <w:rsid w:val="00992583"/>
    <w:rsid w:val="009B126E"/>
    <w:rsid w:val="009D2DA1"/>
    <w:rsid w:val="00A909A8"/>
    <w:rsid w:val="00AA2B9B"/>
    <w:rsid w:val="00AF1B42"/>
    <w:rsid w:val="00B13A97"/>
    <w:rsid w:val="00B25983"/>
    <w:rsid w:val="00BA01F4"/>
    <w:rsid w:val="00BA6F29"/>
    <w:rsid w:val="00BB7BA0"/>
    <w:rsid w:val="00C81E0B"/>
    <w:rsid w:val="00CA59BC"/>
    <w:rsid w:val="00CB0410"/>
    <w:rsid w:val="00D02F64"/>
    <w:rsid w:val="00D820A1"/>
    <w:rsid w:val="00DA30B0"/>
    <w:rsid w:val="00E85532"/>
    <w:rsid w:val="00E956F2"/>
    <w:rsid w:val="00ED3D97"/>
    <w:rsid w:val="00F83F40"/>
    <w:rsid w:val="00FB15AA"/>
    <w:rsid w:val="00FC5317"/>
    <w:rsid w:val="00FE07F4"/>
    <w:rsid w:val="00FE2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13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1B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1B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1B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 w:val="24"/>
      <w:szCs w:val="20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1B4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F1B4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F1B42"/>
    <w:rPr>
      <w:rFonts w:ascii="Times New Roman" w:hAnsi="Times New Roman" w:cs="Times New Roman"/>
      <w:b/>
      <w:i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AF1B42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1B42"/>
    <w:rPr>
      <w:rFonts w:ascii="Times New Roman" w:hAnsi="Times New Roman" w:cs="Times New Roman"/>
      <w:b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rsid w:val="00AF1B4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53F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B1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12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B12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2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12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B12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235</Words>
  <Characters>1341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ADESIONE </dc:title>
  <dc:subject/>
  <dc:creator>Client1</dc:creator>
  <cp:keywords/>
  <dc:description/>
  <cp:lastModifiedBy>Elvira</cp:lastModifiedBy>
  <cp:revision>4</cp:revision>
  <cp:lastPrinted>2015-10-08T09:48:00Z</cp:lastPrinted>
  <dcterms:created xsi:type="dcterms:W3CDTF">2015-10-08T09:41:00Z</dcterms:created>
  <dcterms:modified xsi:type="dcterms:W3CDTF">2015-10-08T14:02:00Z</dcterms:modified>
</cp:coreProperties>
</file>